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12C98B8" w:rsidR="008B1A2C" w:rsidRPr="001D7B95" w:rsidRDefault="008B1A2C" w:rsidP="00B87D91">
      <w:pPr>
        <w:rPr>
          <w:b/>
          <w:color w:val="FF5200" w:themeColor="accent2"/>
          <w:sz w:val="32"/>
          <w:szCs w:val="32"/>
        </w:rPr>
      </w:pPr>
      <w:r w:rsidRPr="001D7B95">
        <w:rPr>
          <w:b/>
          <w:color w:val="FF5200" w:themeColor="accent2"/>
          <w:sz w:val="32"/>
          <w:szCs w:val="32"/>
        </w:rPr>
        <w:t>Krycí list nabídky</w:t>
      </w:r>
      <w:r w:rsidR="0031280B" w:rsidRPr="001D7B95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FB3A84" w:rsidRPr="001D7B95">
        <w:rPr>
          <w:b/>
          <w:color w:val="FF5200" w:themeColor="accent2"/>
          <w:sz w:val="32"/>
          <w:szCs w:val="32"/>
        </w:rPr>
        <w:t>Rámcová dohoda na pořizování spotřebního materiálu pro IT</w:t>
      </w:r>
      <w:r w:rsidR="0031280B" w:rsidRPr="001D7B95">
        <w:rPr>
          <w:b/>
          <w:color w:val="FF5200" w:themeColor="accent2"/>
          <w:sz w:val="32"/>
          <w:szCs w:val="32"/>
        </w:rPr>
        <w:t>“</w:t>
      </w:r>
      <w:r w:rsidR="000128D4" w:rsidRPr="001D7B95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1D7B9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č.j.</w:t>
      </w:r>
      <w:r w:rsidR="00DC36F8" w:rsidRPr="001D7B9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27857/2025-SŽ-GŘ-O8</w:t>
      </w:r>
    </w:p>
    <w:sdt>
      <w:sdt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F75895B" w14:textId="77777777" w:rsidR="00633D9C" w:rsidRPr="00ED2A9F" w:rsidRDefault="00A93A74" w:rsidP="00ED2A9F">
          <w:pPr>
            <w:pStyle w:val="Obsah2"/>
          </w:pPr>
          <w:r w:rsidRPr="00ED2A9F">
            <w:t>Obsah</w:t>
          </w:r>
        </w:p>
        <w:p w14:paraId="1352D12A" w14:textId="25C425D0" w:rsidR="00ED2A9F" w:rsidRDefault="00A93A74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3045221" w:history="1">
            <w:r w:rsidR="00ED2A9F" w:rsidRPr="00571073">
              <w:rPr>
                <w:rStyle w:val="Hypertextovodkaz"/>
                <w:noProof/>
              </w:rPr>
              <w:t>Kapitola 1.</w:t>
            </w:r>
            <w:r w:rsidR="00ED2A9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D2A9F" w:rsidRPr="00571073">
              <w:rPr>
                <w:rStyle w:val="Hypertextovodkaz"/>
                <w:noProof/>
              </w:rPr>
              <w:t>Základní údaje k nabídce</w:t>
            </w:r>
            <w:r w:rsidR="00ED2A9F">
              <w:rPr>
                <w:noProof/>
                <w:webHidden/>
              </w:rPr>
              <w:tab/>
            </w:r>
            <w:r w:rsidR="00ED2A9F">
              <w:rPr>
                <w:noProof/>
                <w:webHidden/>
              </w:rPr>
              <w:fldChar w:fldCharType="begin"/>
            </w:r>
            <w:r w:rsidR="00ED2A9F">
              <w:rPr>
                <w:noProof/>
                <w:webHidden/>
              </w:rPr>
              <w:instrText xml:space="preserve"> PAGEREF _Toc203045221 \h </w:instrText>
            </w:r>
            <w:r w:rsidR="00ED2A9F">
              <w:rPr>
                <w:noProof/>
                <w:webHidden/>
              </w:rPr>
            </w:r>
            <w:r w:rsidR="00ED2A9F">
              <w:rPr>
                <w:noProof/>
                <w:webHidden/>
              </w:rPr>
              <w:fldChar w:fldCharType="separate"/>
            </w:r>
            <w:r w:rsidR="00ED2A9F">
              <w:rPr>
                <w:noProof/>
                <w:webHidden/>
              </w:rPr>
              <w:t>2</w:t>
            </w:r>
            <w:r w:rsidR="00ED2A9F">
              <w:rPr>
                <w:noProof/>
                <w:webHidden/>
              </w:rPr>
              <w:fldChar w:fldCharType="end"/>
            </w:r>
          </w:hyperlink>
        </w:p>
        <w:p w14:paraId="6B2EEF67" w14:textId="1294D154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2" w:history="1">
            <w:r w:rsidRPr="0057107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336A3" w14:textId="1926B6E5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3" w:history="1">
            <w:r w:rsidRPr="0057107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3B433" w14:textId="1647ACC2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4" w:history="1">
            <w:r w:rsidRPr="0057107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D4F014" w14:textId="6A147158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5" w:history="1">
            <w:r w:rsidRPr="0057107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B2129" w14:textId="03A9FB45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6" w:history="1">
            <w:r w:rsidRPr="0057107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Čestné</w:t>
            </w:r>
            <w:r w:rsidRPr="0057107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3D8F7" w14:textId="00236DCC" w:rsidR="00ED2A9F" w:rsidRDefault="00ED2A9F" w:rsidP="00ED2A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045227" w:history="1">
            <w:r w:rsidRPr="0057107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7107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_Toc203045227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FA768F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304522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71A88BD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E2E72">
        <w:t xml:space="preserve">jako </w:t>
      </w:r>
      <w:r w:rsidR="000128D4" w:rsidRPr="007E2E7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40A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40AA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3045222"/>
      <w:r>
        <w:lastRenderedPageBreak/>
        <w:t>Ceník</w:t>
      </w:r>
      <w:bookmarkEnd w:id="1"/>
    </w:p>
    <w:p w14:paraId="3E5E9B0F" w14:textId="0D482E1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</w:t>
      </w:r>
      <w:r w:rsidRPr="001D7B95">
        <w:rPr>
          <w:rStyle w:val="Siln"/>
          <w:b w:val="0"/>
          <w:bCs w:val="0"/>
        </w:rPr>
        <w:t xml:space="preserve">vyplněna příloha č. </w:t>
      </w:r>
      <w:r w:rsidR="001E0266" w:rsidRPr="001D7B95">
        <w:rPr>
          <w:rStyle w:val="Siln"/>
          <w:b w:val="0"/>
          <w:bCs w:val="0"/>
        </w:rPr>
        <w:t>2</w:t>
      </w:r>
      <w:r w:rsidRPr="001D7B95">
        <w:rPr>
          <w:rStyle w:val="Siln"/>
          <w:b w:val="0"/>
          <w:bCs w:val="0"/>
        </w:rPr>
        <w:t xml:space="preserve"> (</w:t>
      </w:r>
      <w:r w:rsidRPr="001D7B95">
        <w:rPr>
          <w:rStyle w:val="Siln"/>
          <w:b w:val="0"/>
          <w:bCs w:val="0"/>
          <w:i/>
          <w:iCs/>
        </w:rPr>
        <w:t xml:space="preserve">budoucí příloha č. </w:t>
      </w:r>
      <w:r w:rsidR="00D6340E" w:rsidRPr="001D7B95">
        <w:rPr>
          <w:rStyle w:val="Siln"/>
          <w:b w:val="0"/>
          <w:bCs w:val="0"/>
          <w:i/>
          <w:iCs/>
        </w:rPr>
        <w:t xml:space="preserve">2 </w:t>
      </w:r>
      <w:r w:rsidR="001E0266" w:rsidRPr="001D7B95">
        <w:rPr>
          <w:rStyle w:val="Siln"/>
          <w:b w:val="0"/>
          <w:bCs w:val="0"/>
          <w:i/>
          <w:iCs/>
        </w:rPr>
        <w:t>Závazného vzoru rámcové dohody</w:t>
      </w:r>
      <w:r w:rsidRPr="001D7B95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7"/>
          <w:headerReference w:type="default" r:id="rId18"/>
          <w:headerReference w:type="first" r:id="rId19"/>
          <w:footerReference w:type="first" r:id="rId20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304522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1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30452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30452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65211901" w:rsidR="00AD2F9C" w:rsidRDefault="00AD2F9C" w:rsidP="001D7B95">
      <w:pPr>
        <w:pStyle w:val="aodst"/>
        <w:numPr>
          <w:ilvl w:val="1"/>
          <w:numId w:val="45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73A2C2CF" w:rsidR="00AD2F9C" w:rsidRDefault="00AD2F9C" w:rsidP="001D7B95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304522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3045227"/>
      <w:r w:rsidRPr="00E85D44">
        <w:t>Čestné prohlášení o splnění technické kvalifikace</w:t>
      </w:r>
      <w:bookmarkEnd w:id="6"/>
    </w:p>
    <w:p w14:paraId="71002640" w14:textId="1C12B2F0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1D7B95">
        <w:rPr>
          <w:lang w:eastAsia="cs-CZ"/>
        </w:rPr>
        <w:t xml:space="preserve">nabídku, tímto čestně prohlašuje, že za poslední 3 roky před zahájením </w:t>
      </w:r>
      <w:r w:rsidR="00A63D48" w:rsidRPr="001D7B95">
        <w:rPr>
          <w:lang w:eastAsia="cs-CZ"/>
        </w:rPr>
        <w:t xml:space="preserve">výběrového </w:t>
      </w:r>
      <w:r w:rsidR="00E85D44" w:rsidRPr="001D7B95">
        <w:rPr>
          <w:lang w:eastAsia="cs-CZ"/>
        </w:rPr>
        <w:t xml:space="preserve">řízení </w:t>
      </w:r>
      <w:r w:rsidR="001D7B95" w:rsidRPr="001D7B95">
        <w:rPr>
          <w:lang w:eastAsia="cs-CZ"/>
        </w:rPr>
        <w:t>realizoval</w:t>
      </w:r>
      <w:r w:rsidR="00E85D44" w:rsidRPr="001D7B95">
        <w:rPr>
          <w:lang w:eastAsia="cs-CZ"/>
        </w:rPr>
        <w:t xml:space="preserve"> </w:t>
      </w:r>
      <w:r w:rsidR="001D7B95" w:rsidRPr="001D7B95">
        <w:rPr>
          <w:lang w:eastAsia="cs-CZ"/>
        </w:rPr>
        <w:t>10</w:t>
      </w:r>
      <w:r w:rsidR="00E85D44" w:rsidRPr="001D7B95">
        <w:rPr>
          <w:lang w:eastAsia="cs-CZ"/>
        </w:rPr>
        <w:t xml:space="preserve"> významných dodávek definovaných v čl. </w:t>
      </w:r>
      <w:r w:rsidR="001D7B95" w:rsidRPr="001D7B95">
        <w:rPr>
          <w:lang w:eastAsia="cs-CZ"/>
        </w:rPr>
        <w:t>9.5.1</w:t>
      </w:r>
      <w:r w:rsidR="00E85D44" w:rsidRPr="001D7B95">
        <w:rPr>
          <w:lang w:eastAsia="cs-CZ"/>
        </w:rPr>
        <w:t xml:space="preserve"> </w:t>
      </w:r>
      <w:r w:rsidR="00B87D91" w:rsidRPr="001D7B95">
        <w:rPr>
          <w:lang w:eastAsia="cs-CZ"/>
        </w:rPr>
        <w:t>V</w:t>
      </w:r>
      <w:r w:rsidR="00E85D44" w:rsidRPr="001D7B95">
        <w:rPr>
          <w:lang w:eastAsia="cs-CZ"/>
        </w:rPr>
        <w:t>ýzvy k podání nabídky v</w:t>
      </w:r>
      <w:r w:rsidR="001D7B95" w:rsidRPr="001D7B95">
        <w:rPr>
          <w:lang w:eastAsia="cs-CZ"/>
        </w:rPr>
        <w:t> </w:t>
      </w:r>
      <w:r w:rsidR="00E85D44" w:rsidRPr="001D7B95">
        <w:rPr>
          <w:lang w:eastAsia="cs-CZ"/>
        </w:rPr>
        <w:t>celkové</w:t>
      </w:r>
      <w:r w:rsidR="001D7B95">
        <w:rPr>
          <w:lang w:eastAsia="cs-CZ"/>
        </w:rPr>
        <w:t xml:space="preserve"> </w:t>
      </w:r>
      <w:r w:rsidR="00E85D44">
        <w:rPr>
          <w:lang w:eastAsia="cs-CZ"/>
        </w:rPr>
        <w:t xml:space="preserve">hodnotě </w:t>
      </w:r>
      <w:r w:rsidR="001D7B95">
        <w:rPr>
          <w:lang w:eastAsia="cs-CZ"/>
        </w:rPr>
        <w:t>150.000,-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549"/>
        <w:gridCol w:w="1984"/>
        <w:gridCol w:w="2237"/>
      </w:tblGrid>
      <w:tr w:rsidR="00E85D44" w14:paraId="403E89B3" w14:textId="77777777" w:rsidTr="00ED2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D6E99AB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121522" w:rsidRPr="00471B29">
              <w:rPr>
                <w:rStyle w:val="Siln"/>
              </w:rPr>
              <w:t xml:space="preserve">významné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62DD6705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</w:t>
            </w:r>
            <w:r w:rsidR="001D7B95">
              <w:rPr>
                <w:rFonts w:eastAsia="Times New Roman" w:cs="Times New Roman"/>
                <w:spacing w:val="-6"/>
                <w:lang w:eastAsia="cs-CZ"/>
              </w:rPr>
              <w:t>/</w:t>
            </w:r>
            <w:r>
              <w:rPr>
                <w:rFonts w:eastAsia="Times New Roman" w:cs="Times New Roman"/>
                <w:spacing w:val="-6"/>
                <w:lang w:eastAsia="cs-CZ"/>
              </w:rPr>
              <w:t>místo podnik</w:t>
            </w:r>
            <w:r w:rsidR="001D7B95">
              <w:rPr>
                <w:rFonts w:eastAsia="Times New Roman" w:cs="Times New Roman"/>
                <w:spacing w:val="-6"/>
                <w:lang w:eastAsia="cs-CZ"/>
              </w:rPr>
              <w:t>á</w:t>
            </w:r>
            <w:r>
              <w:rPr>
                <w:rFonts w:eastAsia="Times New Roman" w:cs="Times New Roman"/>
                <w:spacing w:val="-6"/>
                <w:lang w:eastAsia="cs-CZ"/>
              </w:rPr>
              <w:t>ní, kontakt k ověření realizované dodávky</w:t>
            </w:r>
          </w:p>
        </w:tc>
        <w:tc>
          <w:tcPr>
            <w:tcW w:w="2549" w:type="dxa"/>
            <w:tcBorders>
              <w:bottom w:val="single" w:sz="2" w:space="0" w:color="auto"/>
            </w:tcBorders>
          </w:tcPr>
          <w:p w14:paraId="47971CF4" w14:textId="3DEE6B83" w:rsidR="00E85D44" w:rsidRPr="00471B29" w:rsidRDefault="00E85D44" w:rsidP="001D7B95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1D7B95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hideMark/>
          </w:tcPr>
          <w:p w14:paraId="7B33DD72" w14:textId="0FE84E5D" w:rsidR="00E85D44" w:rsidRPr="00471B29" w:rsidRDefault="00E85D44" w:rsidP="001D7B95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121522" w:rsidRPr="00471B29">
              <w:rPr>
                <w:rStyle w:val="Siln"/>
              </w:rPr>
              <w:t xml:space="preserve">významné </w:t>
            </w:r>
            <w:r w:rsidRPr="00471B29">
              <w:rPr>
                <w:rStyle w:val="Siln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1D7B95" w:rsidRDefault="00E85D44" w:rsidP="001D7B95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1D7B95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2FD2EFA3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5EB92D0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496C1ADE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534F804D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F905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62A38FE3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B53B345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451136B5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406C9306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1BC8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6BD7E3F7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6E45090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5FF39959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1F4EE0E6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8ACF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612037F2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7F7BF8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38C3B508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4704C8E0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1278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6621E755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0581713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1E79F8B0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48464809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61C7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490CCF46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7B7BBB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5F466902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2B3754C9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5B72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53A24455" w14:textId="77777777" w:rsidTr="00ED2A9F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7D334D9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4C9F0BC0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</w:tcPr>
          <w:p w14:paraId="0C9290F5" w14:textId="77777777" w:rsidR="001D7B95" w:rsidRDefault="001D7B95" w:rsidP="001D7B95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B010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D7B95" w14:paraId="52C35D23" w14:textId="77777777" w:rsidTr="00ED2A9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4E69007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3036FB" w14:textId="77777777" w:rsidR="001D7B95" w:rsidRDefault="001D7B95" w:rsidP="001D7B95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BA1E3D" w14:textId="77777777" w:rsidR="001D7B95" w:rsidRDefault="001D7B95" w:rsidP="001D7B95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26E8F2" w14:textId="77777777" w:rsidR="001D7B95" w:rsidRDefault="001D7B95" w:rsidP="001D7B95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48207ACF" w:rsidR="00F44645" w:rsidRDefault="00F44645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ED2A9F">
      <w:pPr>
        <w:spacing w:before="84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D5B9" w14:textId="77777777" w:rsidR="00140AA2" w:rsidRDefault="00140A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A056" w14:textId="31AB8A42" w:rsidR="001D7B95" w:rsidRDefault="001D7B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B0FAE" w14:textId="131F4520" w:rsidR="001D7B95" w:rsidRDefault="001D7B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349A00D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E72D" w14:textId="5F82B657" w:rsidR="001D7B95" w:rsidRDefault="001D7B9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612C" w14:textId="703294C8" w:rsidR="001D7B95" w:rsidRDefault="001D7B9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9CB8823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22978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21522"/>
    <w:rsid w:val="00130210"/>
    <w:rsid w:val="00140AA2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D7B95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377DE"/>
    <w:rsid w:val="00441430"/>
    <w:rsid w:val="00450F07"/>
    <w:rsid w:val="00453CD3"/>
    <w:rsid w:val="00460660"/>
    <w:rsid w:val="00471B29"/>
    <w:rsid w:val="004724AD"/>
    <w:rsid w:val="00486107"/>
    <w:rsid w:val="00487AC9"/>
    <w:rsid w:val="00491827"/>
    <w:rsid w:val="004A0C1A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2E72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2700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F49"/>
    <w:rsid w:val="00AF5CCC"/>
    <w:rsid w:val="00B15D0D"/>
    <w:rsid w:val="00B468D2"/>
    <w:rsid w:val="00B64418"/>
    <w:rsid w:val="00B66A3E"/>
    <w:rsid w:val="00B75EE1"/>
    <w:rsid w:val="00B77481"/>
    <w:rsid w:val="00B8518B"/>
    <w:rsid w:val="00B87D91"/>
    <w:rsid w:val="00B93EF0"/>
    <w:rsid w:val="00BB13C5"/>
    <w:rsid w:val="00BB2483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6340E"/>
    <w:rsid w:val="00D73D46"/>
    <w:rsid w:val="00D831A3"/>
    <w:rsid w:val="00DC36F8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2A9F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B3A84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D2A9F"/>
    <w:pPr>
      <w:tabs>
        <w:tab w:val="left" w:pos="1320"/>
        <w:tab w:val="right" w:leader="dot" w:pos="8692"/>
      </w:tabs>
      <w:spacing w:after="100"/>
      <w:ind w:left="1418" w:hanging="1238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www.zakonyprolidi.cz/cs/2016-134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1255</Words>
  <Characters>7406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69</cp:revision>
  <cp:lastPrinted>2023-10-05T09:40:00Z</cp:lastPrinted>
  <dcterms:created xsi:type="dcterms:W3CDTF">2023-08-21T11:49:00Z</dcterms:created>
  <dcterms:modified xsi:type="dcterms:W3CDTF">2025-07-10T13:26:00Z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